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07DBA" w14:textId="77777777"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</w:t>
      </w:r>
      <w:proofErr w:type="spellStart"/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>UR</w:t>
      </w:r>
      <w:proofErr w:type="spellEnd"/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14:paraId="49A42A34" w14:textId="77777777"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14:paraId="39F3DA5E" w14:textId="49A1E7F4"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A2659A">
        <w:rPr>
          <w:rFonts w:asciiTheme="minorHAnsi" w:hAnsiTheme="minorHAnsi" w:cstheme="minorHAnsi"/>
          <w:i/>
          <w:smallCaps/>
          <w:sz w:val="24"/>
          <w:szCs w:val="24"/>
        </w:rPr>
        <w:t>2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A2659A">
        <w:rPr>
          <w:rFonts w:asciiTheme="minorHAnsi" w:hAnsiTheme="minorHAnsi" w:cstheme="minorHAnsi"/>
          <w:i/>
          <w:smallCaps/>
          <w:sz w:val="24"/>
          <w:szCs w:val="24"/>
        </w:rPr>
        <w:t>5</w:t>
      </w:r>
    </w:p>
    <w:p w14:paraId="5B0D1AF1" w14:textId="77777777"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14:paraId="20CF84BE" w14:textId="7F6D347E"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</w:t>
      </w:r>
      <w:r w:rsidR="00A2659A">
        <w:rPr>
          <w:rFonts w:asciiTheme="minorHAnsi" w:hAnsiTheme="minorHAnsi" w:cstheme="minorHAnsi"/>
          <w:sz w:val="24"/>
          <w:szCs w:val="24"/>
        </w:rPr>
        <w:t>2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</w:t>
      </w:r>
      <w:r w:rsidR="00A2659A">
        <w:rPr>
          <w:rFonts w:asciiTheme="minorHAnsi" w:hAnsiTheme="minorHAnsi" w:cstheme="minorHAnsi"/>
          <w:sz w:val="24"/>
          <w:szCs w:val="24"/>
        </w:rPr>
        <w:t>3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518467D9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66CEF887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722D2D70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77777777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proofErr w:type="spellStart"/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zgodnie</w:t>
      </w:r>
      <w:proofErr w:type="spellEnd"/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</w:t>
      </w:r>
      <w:proofErr w:type="spellStart"/>
      <w:r w:rsidRPr="00C81DC5">
        <w:rPr>
          <w:rFonts w:asciiTheme="minorHAnsi" w:hAnsiTheme="minorHAnsi" w:cstheme="minorHAnsi"/>
          <w:b w:val="0"/>
          <w:sz w:val="24"/>
          <w:szCs w:val="24"/>
        </w:rPr>
        <w:t>ECTS</w:t>
      </w:r>
      <w:proofErr w:type="spellEnd"/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ECTS</w:t>
            </w:r>
            <w:proofErr w:type="spellEnd"/>
          </w:p>
        </w:tc>
      </w:tr>
      <w:tr w:rsidR="00015B8F" w:rsidRPr="00C81DC5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77777777" w:rsidR="00015B8F" w:rsidRPr="00C81DC5" w:rsidRDefault="003F66B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C5BFE7B" w14:textId="4A35039E" w:rsidR="00FE6ABC" w:rsidRPr="00C81DC5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14:paraId="59E60840" w14:textId="77777777"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68D75424" w14:textId="77777777"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484443AB" w14:textId="77777777" w:rsidTr="00745302">
        <w:tc>
          <w:tcPr>
            <w:tcW w:w="9670" w:type="dxa"/>
          </w:tcPr>
          <w:p w14:paraId="27C3E191" w14:textId="77777777"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42D6E14C" w14:textId="77777777"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14:paraId="488E005E" w14:textId="77777777"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052DDD35" w14:textId="77777777"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14:paraId="4B8BF5BF" w14:textId="77777777"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35F82C4" w14:textId="77777777"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14:paraId="4D0C3821" w14:textId="77777777" w:rsidTr="005E6E85">
        <w:tc>
          <w:tcPr>
            <w:tcW w:w="1701" w:type="dxa"/>
          </w:tcPr>
          <w:p w14:paraId="3578801C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14:paraId="10FBB681" w14:textId="77777777" w:rsidTr="005E6E85">
        <w:tc>
          <w:tcPr>
            <w:tcW w:w="1701" w:type="dxa"/>
          </w:tcPr>
          <w:p w14:paraId="68D2386E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14:paraId="74ED0727" w14:textId="77777777" w:rsidTr="005E6E85">
        <w:tc>
          <w:tcPr>
            <w:tcW w:w="1701" w:type="dxa"/>
          </w:tcPr>
          <w:p w14:paraId="23953540" w14:textId="0C828EC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C81DC5" w:rsidRDefault="00A2659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Zr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14:paraId="62ED54CC" w14:textId="77777777" w:rsidTr="005E6E85">
        <w:tc>
          <w:tcPr>
            <w:tcW w:w="1701" w:type="dxa"/>
          </w:tcPr>
          <w:p w14:paraId="443859EE" w14:textId="07AC1FD2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C67A11C" w14:textId="77777777"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14:paraId="2E9C9BF8" w14:textId="77777777"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  <w:bookmarkStart w:id="0" w:name="_GoBack"/>
      <w:bookmarkEnd w:id="0"/>
    </w:p>
    <w:p w14:paraId="4918490B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14:paraId="5E2A83F5" w14:textId="77777777" w:rsidTr="006B5C41">
        <w:tc>
          <w:tcPr>
            <w:tcW w:w="9639" w:type="dxa"/>
          </w:tcPr>
          <w:p w14:paraId="43B6FD91" w14:textId="77777777"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14:paraId="68FF201C" w14:textId="77777777" w:rsidTr="006B5C41">
        <w:tc>
          <w:tcPr>
            <w:tcW w:w="9639" w:type="dxa"/>
          </w:tcPr>
          <w:p w14:paraId="20153781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14:paraId="260D3D33" w14:textId="77777777" w:rsidTr="006B5C41">
        <w:tc>
          <w:tcPr>
            <w:tcW w:w="9639" w:type="dxa"/>
          </w:tcPr>
          <w:p w14:paraId="1E7FC09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14:paraId="2281176C" w14:textId="77777777" w:rsidTr="006B5C41">
        <w:tc>
          <w:tcPr>
            <w:tcW w:w="9639" w:type="dxa"/>
          </w:tcPr>
          <w:p w14:paraId="64F19229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14:paraId="4EC4470D" w14:textId="77777777" w:rsidTr="006B5C41">
        <w:tc>
          <w:tcPr>
            <w:tcW w:w="9639" w:type="dxa"/>
          </w:tcPr>
          <w:p w14:paraId="4D6C4C9F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14:paraId="5ED4F881" w14:textId="77777777" w:rsidTr="006B5C41">
        <w:tc>
          <w:tcPr>
            <w:tcW w:w="9639" w:type="dxa"/>
          </w:tcPr>
          <w:p w14:paraId="5AE6AF03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14:paraId="7714C0E0" w14:textId="77777777" w:rsidTr="006B5C41">
        <w:tc>
          <w:tcPr>
            <w:tcW w:w="9639" w:type="dxa"/>
          </w:tcPr>
          <w:p w14:paraId="2B4E54B7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14:paraId="750BD308" w14:textId="77777777" w:rsidTr="006B5C41">
        <w:tc>
          <w:tcPr>
            <w:tcW w:w="9639" w:type="dxa"/>
          </w:tcPr>
          <w:p w14:paraId="72384DC1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14:paraId="15CD5919" w14:textId="77777777" w:rsidTr="006B5C41">
        <w:tc>
          <w:tcPr>
            <w:tcW w:w="9639" w:type="dxa"/>
          </w:tcPr>
          <w:p w14:paraId="61ABC5BA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14:paraId="033390E4" w14:textId="77777777" w:rsidTr="006B5C41">
        <w:tc>
          <w:tcPr>
            <w:tcW w:w="9639" w:type="dxa"/>
          </w:tcPr>
          <w:p w14:paraId="01DFD679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14:paraId="72A348BD" w14:textId="77777777" w:rsidTr="006B5C41">
        <w:tc>
          <w:tcPr>
            <w:tcW w:w="9639" w:type="dxa"/>
          </w:tcPr>
          <w:p w14:paraId="6C4A1F65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14:paraId="6156866D" w14:textId="77777777" w:rsidTr="006B5C41">
        <w:tc>
          <w:tcPr>
            <w:tcW w:w="9639" w:type="dxa"/>
          </w:tcPr>
          <w:p w14:paraId="7D2A785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14:paraId="164BECC9" w14:textId="77777777" w:rsidTr="006B5C41">
        <w:tc>
          <w:tcPr>
            <w:tcW w:w="9639" w:type="dxa"/>
          </w:tcPr>
          <w:p w14:paraId="4F6FFD0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14:paraId="7B78445A" w14:textId="77777777" w:rsidTr="006B5C41">
        <w:tc>
          <w:tcPr>
            <w:tcW w:w="9639" w:type="dxa"/>
          </w:tcPr>
          <w:p w14:paraId="79C7A7AB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14:paraId="59424006" w14:textId="77777777" w:rsidTr="006B5C41">
        <w:tc>
          <w:tcPr>
            <w:tcW w:w="9639" w:type="dxa"/>
          </w:tcPr>
          <w:p w14:paraId="4FE32D0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14:paraId="3C28FF71" w14:textId="77777777" w:rsidTr="006B5C41">
        <w:tc>
          <w:tcPr>
            <w:tcW w:w="9639" w:type="dxa"/>
          </w:tcPr>
          <w:p w14:paraId="5D9F1D04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1EC8622C" w14:textId="77777777"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14:paraId="086AE996" w14:textId="77777777"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088FCA6E" w14:textId="77777777"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14:paraId="0F559483" w14:textId="77777777"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12F220E" w14:textId="77777777"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14:paraId="683A6354" w14:textId="77777777"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3016B1A" w14:textId="77777777"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14:paraId="08769945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595D71" w14:textId="77777777"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14:paraId="5C09D6C5" w14:textId="77777777" w:rsidTr="00C05F44">
        <w:tc>
          <w:tcPr>
            <w:tcW w:w="1985" w:type="dxa"/>
          </w:tcPr>
          <w:p w14:paraId="56E96EB2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48839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73C85B21" w14:textId="77777777" w:rsidTr="00C05F44">
        <w:tc>
          <w:tcPr>
            <w:tcW w:w="1985" w:type="dxa"/>
          </w:tcPr>
          <w:p w14:paraId="0081356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C22104E" w14:textId="77777777" w:rsidTr="00C05F44">
        <w:tc>
          <w:tcPr>
            <w:tcW w:w="1985" w:type="dxa"/>
          </w:tcPr>
          <w:p w14:paraId="685CEAA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2085E800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32A9408" w14:textId="77777777" w:rsidTr="00C05F44">
        <w:tc>
          <w:tcPr>
            <w:tcW w:w="1985" w:type="dxa"/>
          </w:tcPr>
          <w:p w14:paraId="51D8650A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71BB8D59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AF215C1" w14:textId="77777777"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23E1F898" w14:textId="77777777" w:rsidTr="00923D7D">
        <w:tc>
          <w:tcPr>
            <w:tcW w:w="9670" w:type="dxa"/>
          </w:tcPr>
          <w:p w14:paraId="347266E4" w14:textId="77777777"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2F0AA8CD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6FA822F" w14:textId="77777777"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81DC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="00C61DC5" w:rsidRPr="00C81DC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612A61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14:paraId="10661BBC" w14:textId="77777777" w:rsidTr="00923D7D">
        <w:tc>
          <w:tcPr>
            <w:tcW w:w="4962" w:type="dxa"/>
          </w:tcPr>
          <w:p w14:paraId="3E6F6932" w14:textId="77777777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3236853" w14:textId="77777777" w:rsidR="00FE6ABC" w:rsidRPr="00C81DC5" w:rsidRDefault="0094247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E6ABC" w:rsidRPr="00C81DC5" w14:paraId="281A665F" w14:textId="77777777" w:rsidTr="00923D7D">
        <w:tc>
          <w:tcPr>
            <w:tcW w:w="4962" w:type="dxa"/>
          </w:tcPr>
          <w:p w14:paraId="3842BE22" w14:textId="0F46EEBE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 xml:space="preserve"> akademickiego:</w:t>
            </w:r>
          </w:p>
          <w:p w14:paraId="4F54BFEC" w14:textId="25B424C0" w:rsidR="00DC4F0A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udział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1538F30" w14:textId="09DBB219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udział w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B8545" w14:textId="0E5FBCF2" w:rsidR="00DC4F0A" w:rsidRDefault="001644F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  <w:p w14:paraId="4EE45193" w14:textId="77777777"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14:paraId="00580623" w14:textId="77777777" w:rsidTr="00923D7D">
        <w:tc>
          <w:tcPr>
            <w:tcW w:w="4962" w:type="dxa"/>
          </w:tcPr>
          <w:p w14:paraId="5BE39583" w14:textId="55B779E5" w:rsidR="00A9023F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F2C3C2B" w14:textId="444AB37B" w:rsidR="007F4496" w:rsidRDefault="007F4496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eseju</w:t>
            </w:r>
          </w:p>
          <w:p w14:paraId="0912F25A" w14:textId="70421A1A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do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14:paraId="5C9425E1" w14:textId="77777777"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7F7C61" w14:textId="77777777" w:rsidR="007F4496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E3D397" w14:textId="5593A174" w:rsidR="00A9023F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644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14:paraId="36E8141A" w14:textId="42626813" w:rsidR="00A9023F" w:rsidRPr="00C81DC5" w:rsidRDefault="00A902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1644F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85747A" w:rsidRPr="00C81DC5" w14:paraId="38F54A1E" w14:textId="77777777" w:rsidTr="00923D7D">
        <w:tc>
          <w:tcPr>
            <w:tcW w:w="4962" w:type="dxa"/>
          </w:tcPr>
          <w:p w14:paraId="4BF01447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14:paraId="5654572D" w14:textId="77777777" w:rsidTr="00923D7D">
        <w:tc>
          <w:tcPr>
            <w:tcW w:w="4962" w:type="dxa"/>
          </w:tcPr>
          <w:p w14:paraId="35293B7D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SUMARYCZNA LICZBA PUNKTÓW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9DBF50B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7CA12B51" w14:textId="77777777"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07B7B0" w14:textId="77777777"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91EBF1F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14:paraId="6FD57D0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C2A777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34360F3C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8F34625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7D6A8A5" w14:textId="77777777"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14:paraId="1110AC6B" w14:textId="77777777"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14:paraId="63F7A1BD" w14:textId="77777777" w:rsidTr="003F66BF">
        <w:trPr>
          <w:trHeight w:val="397"/>
        </w:trPr>
        <w:tc>
          <w:tcPr>
            <w:tcW w:w="7513" w:type="dxa"/>
          </w:tcPr>
          <w:p w14:paraId="47B33C9E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422958A2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14:paraId="473A1385" w14:textId="517B48B3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Kęty-Warszawa 2003. 2.</w:t>
            </w:r>
            <w:r w:rsidR="00FD66AB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2.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C7190E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BB8E6" w14:textId="2DB91205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Hoffe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14:paraId="4EC11264" w14:textId="122B5748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FEB6111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14:paraId="58287102" w14:textId="77777777" w:rsidTr="003F66BF">
        <w:trPr>
          <w:trHeight w:val="397"/>
        </w:trPr>
        <w:tc>
          <w:tcPr>
            <w:tcW w:w="7513" w:type="dxa"/>
          </w:tcPr>
          <w:p w14:paraId="2E04C453" w14:textId="2C6AA113" w:rsidR="003F66BF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1B22721" w14:textId="77777777" w:rsidR="00F15FDD" w:rsidRPr="00C81DC5" w:rsidRDefault="00F15FDD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  <w:p w14:paraId="13C520C1" w14:textId="77777777" w:rsidR="00F15FDD" w:rsidRPr="00FD66AB" w:rsidRDefault="00F15FDD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</w:t>
            </w:r>
            <w:proofErr w:type="spellStart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>Gawor</w:t>
            </w:r>
            <w:proofErr w:type="spellEnd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L., Michalik-Jeżowska M., Wójtowicz R., </w:t>
            </w:r>
            <w:r w:rsidRPr="00FD66AB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FD66AB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0971BEB5" w14:textId="11981E0A" w:rsidR="008623F6" w:rsidRPr="00FD66AB" w:rsidRDefault="008623F6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 xml:space="preserve">Bochenek K., </w:t>
            </w:r>
            <w:r w:rsidRPr="00FD66A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Zjawisko laicyzacji w społeczeństwie ponowoczesnym (konteksty filozoficzne)</w:t>
            </w: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>, „Wschodni Rocznik Humanistyczny” 1 (2019), s. 77-86.</w:t>
            </w:r>
          </w:p>
          <w:p w14:paraId="07EC76E0" w14:textId="116FCF56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14:paraId="1599373C" w14:textId="77777777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G.L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FD66A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2007.</w:t>
            </w:r>
          </w:p>
          <w:p w14:paraId="31E8B3B1" w14:textId="15B0C518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14:paraId="47425E4C" w14:textId="77777777" w:rsidR="003F66BF" w:rsidRPr="00C81DC5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BUHMANN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</w:tc>
      </w:tr>
    </w:tbl>
    <w:p w14:paraId="22844D0B" w14:textId="77777777"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488C6760" w14:textId="7A027513" w:rsidR="0085747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1B2C2" w14:textId="77777777" w:rsidR="00D32537" w:rsidRDefault="00D32537" w:rsidP="00C16ABF">
      <w:pPr>
        <w:spacing w:after="0" w:line="240" w:lineRule="auto"/>
      </w:pPr>
      <w:r>
        <w:separator/>
      </w:r>
    </w:p>
  </w:endnote>
  <w:endnote w:type="continuationSeparator" w:id="0">
    <w:p w14:paraId="45BBD995" w14:textId="77777777" w:rsidR="00D32537" w:rsidRDefault="00D325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F90C8" w14:textId="77777777" w:rsidR="00D32537" w:rsidRDefault="00D32537" w:rsidP="00C16ABF">
      <w:pPr>
        <w:spacing w:after="0" w:line="240" w:lineRule="auto"/>
      </w:pPr>
      <w:r>
        <w:separator/>
      </w:r>
    </w:p>
  </w:footnote>
  <w:footnote w:type="continuationSeparator" w:id="0">
    <w:p w14:paraId="0B4DBDB3" w14:textId="77777777" w:rsidR="00D32537" w:rsidRDefault="00D32537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001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4F0"/>
    <w:rsid w:val="00164FA7"/>
    <w:rsid w:val="00166A03"/>
    <w:rsid w:val="001718A7"/>
    <w:rsid w:val="001737CF"/>
    <w:rsid w:val="00176083"/>
    <w:rsid w:val="001770C7"/>
    <w:rsid w:val="00192F37"/>
    <w:rsid w:val="00196E71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C64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7F4496"/>
    <w:rsid w:val="0081554D"/>
    <w:rsid w:val="0081707E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42470"/>
    <w:rsid w:val="009508DF"/>
    <w:rsid w:val="00950DAC"/>
    <w:rsid w:val="00954A07"/>
    <w:rsid w:val="0096467D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51C32"/>
    <w:rsid w:val="00A53FA5"/>
    <w:rsid w:val="00A54817"/>
    <w:rsid w:val="00A601C8"/>
    <w:rsid w:val="00A60799"/>
    <w:rsid w:val="00A629AB"/>
    <w:rsid w:val="00A84C85"/>
    <w:rsid w:val="00A9023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1DC5"/>
    <w:rsid w:val="00C67E92"/>
    <w:rsid w:val="00C70A26"/>
    <w:rsid w:val="00C7190E"/>
    <w:rsid w:val="00C766DF"/>
    <w:rsid w:val="00C81DC5"/>
    <w:rsid w:val="00C83548"/>
    <w:rsid w:val="00C9209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A97"/>
    <w:rsid w:val="00D17C3C"/>
    <w:rsid w:val="00D26B2C"/>
    <w:rsid w:val="00D31946"/>
    <w:rsid w:val="00D32537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4FD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38F6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5FDD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C5A65-66B8-41E0-87AE-B4E362E0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1193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25</cp:revision>
  <cp:lastPrinted>2020-10-13T08:09:00Z</cp:lastPrinted>
  <dcterms:created xsi:type="dcterms:W3CDTF">2019-11-20T16:21:00Z</dcterms:created>
  <dcterms:modified xsi:type="dcterms:W3CDTF">2022-09-29T08:20:00Z</dcterms:modified>
</cp:coreProperties>
</file>